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08" w:rsidRDefault="00672108" w:rsidP="00F810D9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券桥镇一初中校园附属工程</w:t>
      </w:r>
    </w:p>
    <w:p w:rsidR="00672108" w:rsidRPr="00961215" w:rsidRDefault="00672108" w:rsidP="00F810D9">
      <w:pPr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编制说明</w:t>
      </w:r>
      <w:r>
        <w:rPr>
          <w:rFonts w:ascii="宋体" w:hAnsi="宋体"/>
          <w:b/>
          <w:sz w:val="44"/>
          <w:szCs w:val="44"/>
        </w:rPr>
        <w:t xml:space="preserve">                                                                             </w:t>
      </w:r>
    </w:p>
    <w:p w:rsidR="00672108" w:rsidRDefault="00672108">
      <w:pPr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一、工程概况：</w:t>
      </w:r>
    </w:p>
    <w:p w:rsidR="00672108" w:rsidRDefault="00672108" w:rsidP="003D3E43">
      <w:pPr>
        <w:ind w:firstLineChars="200" w:firstLine="60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方城县券桥镇一初中附属工程，位于方城县券桥镇一初中院内，项目：</w:t>
      </w:r>
      <w:r w:rsidRPr="00C72BDF">
        <w:rPr>
          <w:rFonts w:ascii="宋体" w:hAnsi="宋体" w:hint="eastAsia"/>
          <w:sz w:val="30"/>
          <w:szCs w:val="30"/>
        </w:rPr>
        <w:t>大理石铺设项目</w:t>
      </w:r>
    </w:p>
    <w:p w:rsidR="00672108" w:rsidRDefault="00672108" w:rsidP="003D3E43">
      <w:pPr>
        <w:ind w:firstLineChars="200" w:firstLine="60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二、清单编制依据：</w:t>
      </w:r>
    </w:p>
    <w:p w:rsidR="00672108" w:rsidRDefault="00672108" w:rsidP="009F2344">
      <w:pPr>
        <w:ind w:firstLineChars="200" w:firstLine="600"/>
        <w:rPr>
          <w:rFonts w:ascii="宋体" w:cs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依据方城县券桥镇一初中提供的图纸计算，套用《建设工程工程量清单计价规范》（</w:t>
      </w:r>
      <w:r>
        <w:rPr>
          <w:rFonts w:ascii="宋体" w:hAnsi="宋体"/>
          <w:sz w:val="30"/>
          <w:szCs w:val="30"/>
        </w:rPr>
        <w:t>2013</w:t>
      </w:r>
      <w:r>
        <w:rPr>
          <w:rFonts w:ascii="宋体" w:hAnsi="宋体" w:hint="eastAsia"/>
          <w:sz w:val="30"/>
          <w:szCs w:val="30"/>
        </w:rPr>
        <w:t>）、《河南省建设工程工程量清单综合单价（</w:t>
      </w:r>
      <w:r>
        <w:rPr>
          <w:rFonts w:ascii="宋体" w:hAnsi="宋体"/>
          <w:sz w:val="30"/>
          <w:szCs w:val="30"/>
        </w:rPr>
        <w:t>2016</w:t>
      </w:r>
      <w:r>
        <w:rPr>
          <w:rFonts w:ascii="宋体" w:hAnsi="宋体" w:hint="eastAsia"/>
          <w:sz w:val="30"/>
          <w:szCs w:val="30"/>
        </w:rPr>
        <w:t>）》、《河南省装饰工程工程量清单综合单价（</w:t>
      </w:r>
      <w:r>
        <w:rPr>
          <w:rFonts w:ascii="宋体" w:hAnsi="宋体"/>
          <w:sz w:val="30"/>
          <w:szCs w:val="30"/>
        </w:rPr>
        <w:t>2016</w:t>
      </w:r>
      <w:r>
        <w:rPr>
          <w:rFonts w:ascii="宋体" w:hAnsi="宋体" w:hint="eastAsia"/>
          <w:sz w:val="30"/>
          <w:szCs w:val="30"/>
        </w:rPr>
        <w:t>）》、《河南省安装工程工程量清单综合单价（</w:t>
      </w:r>
      <w:r>
        <w:rPr>
          <w:rFonts w:ascii="宋体" w:hAnsi="宋体"/>
          <w:sz w:val="30"/>
          <w:szCs w:val="30"/>
        </w:rPr>
        <w:t>2016</w:t>
      </w:r>
      <w:r>
        <w:rPr>
          <w:rFonts w:ascii="宋体" w:hAnsi="宋体" w:hint="eastAsia"/>
          <w:sz w:val="30"/>
          <w:szCs w:val="30"/>
        </w:rPr>
        <w:t>）》编制而成；材料价格执行《南阳工程造价信息》</w:t>
      </w:r>
      <w:r>
        <w:rPr>
          <w:rFonts w:ascii="宋体" w:hAnsi="宋体"/>
          <w:sz w:val="30"/>
          <w:szCs w:val="30"/>
        </w:rPr>
        <w:t>2018</w:t>
      </w:r>
      <w:r>
        <w:rPr>
          <w:rFonts w:ascii="宋体" w:hAnsi="宋体" w:hint="eastAsia"/>
          <w:sz w:val="30"/>
          <w:szCs w:val="30"/>
        </w:rPr>
        <w:t>年第</w:t>
      </w:r>
      <w:r>
        <w:rPr>
          <w:rFonts w:ascii="宋体" w:hAnsi="宋体"/>
          <w:sz w:val="30"/>
          <w:szCs w:val="30"/>
        </w:rPr>
        <w:t>1</w:t>
      </w:r>
      <w:r>
        <w:rPr>
          <w:rFonts w:ascii="宋体" w:hAnsi="宋体" w:hint="eastAsia"/>
          <w:sz w:val="30"/>
          <w:szCs w:val="30"/>
        </w:rPr>
        <w:t>期发布价，</w:t>
      </w:r>
      <w:r>
        <w:rPr>
          <w:rFonts w:ascii="宋体" w:hAnsi="宋体" w:cs="宋体" w:hint="eastAsia"/>
          <w:sz w:val="30"/>
          <w:szCs w:val="30"/>
        </w:rPr>
        <w:t>社会保障费、住房公积金、意外伤害保险均已按照规定计取</w:t>
      </w:r>
      <w:r>
        <w:rPr>
          <w:rFonts w:ascii="宋体" w:cs="宋体" w:hint="eastAsia"/>
          <w:sz w:val="30"/>
          <w:szCs w:val="30"/>
        </w:rPr>
        <w:t>；</w:t>
      </w:r>
      <w:r>
        <w:rPr>
          <w:rFonts w:ascii="宋体" w:hAnsi="宋体" w:cs="宋体" w:hint="eastAsia"/>
          <w:sz w:val="30"/>
          <w:szCs w:val="30"/>
        </w:rPr>
        <w:t>税金营改增执行豫建标（</w:t>
      </w:r>
      <w:r>
        <w:rPr>
          <w:rFonts w:ascii="宋体" w:hAnsi="宋体" w:cs="宋体"/>
          <w:sz w:val="30"/>
          <w:szCs w:val="30"/>
        </w:rPr>
        <w:t xml:space="preserve">2016 </w:t>
      </w:r>
      <w:r>
        <w:rPr>
          <w:rFonts w:ascii="宋体" w:hAnsi="宋体" w:cs="宋体" w:hint="eastAsia"/>
          <w:sz w:val="30"/>
          <w:szCs w:val="30"/>
        </w:rPr>
        <w:t>）</w:t>
      </w:r>
      <w:r>
        <w:rPr>
          <w:rFonts w:ascii="宋体" w:hAnsi="宋体" w:cs="宋体"/>
          <w:sz w:val="30"/>
          <w:szCs w:val="30"/>
        </w:rPr>
        <w:t>24</w:t>
      </w:r>
      <w:r>
        <w:rPr>
          <w:rFonts w:ascii="宋体" w:hAnsi="宋体" w:cs="宋体" w:hint="eastAsia"/>
          <w:sz w:val="30"/>
          <w:szCs w:val="30"/>
        </w:rPr>
        <w:t>号文；扬尘污染防治费按豫建标（</w:t>
      </w:r>
      <w:r>
        <w:rPr>
          <w:rFonts w:ascii="宋体" w:hAnsi="宋体" w:cs="宋体"/>
          <w:sz w:val="30"/>
          <w:szCs w:val="30"/>
        </w:rPr>
        <w:t xml:space="preserve">2016 </w:t>
      </w:r>
      <w:r>
        <w:rPr>
          <w:rFonts w:ascii="宋体" w:hAnsi="宋体" w:cs="宋体" w:hint="eastAsia"/>
          <w:sz w:val="30"/>
          <w:szCs w:val="30"/>
        </w:rPr>
        <w:t>）</w:t>
      </w:r>
      <w:r>
        <w:rPr>
          <w:rFonts w:ascii="宋体" w:hAnsi="宋体" w:cs="宋体"/>
          <w:sz w:val="30"/>
          <w:szCs w:val="30"/>
        </w:rPr>
        <w:t>47</w:t>
      </w:r>
      <w:r>
        <w:rPr>
          <w:rFonts w:ascii="宋体" w:hAnsi="宋体" w:cs="宋体" w:hint="eastAsia"/>
          <w:sz w:val="30"/>
          <w:szCs w:val="30"/>
        </w:rPr>
        <w:t>号文执行；规费已按照规定计取；夜间施工增加费、二次搬运费、冬雨季施工增加费未计取，</w:t>
      </w:r>
      <w:r w:rsidRPr="00A22D29">
        <w:rPr>
          <w:rFonts w:ascii="宋体" w:hAnsi="宋体" w:hint="eastAsia"/>
          <w:sz w:val="30"/>
          <w:szCs w:val="30"/>
          <w:lang w:val="zh-CN"/>
        </w:rPr>
        <w:t>人工费、机械类、管理类按河南省建筑工程标准定额站发布的第</w:t>
      </w:r>
      <w:r w:rsidRPr="00A22D29">
        <w:rPr>
          <w:rFonts w:ascii="宋体" w:hAnsi="宋体"/>
          <w:sz w:val="30"/>
          <w:szCs w:val="30"/>
          <w:lang w:val="zh-CN"/>
        </w:rPr>
        <w:t>2</w:t>
      </w:r>
      <w:r w:rsidRPr="00A22D29">
        <w:rPr>
          <w:rFonts w:ascii="宋体" w:hAnsi="宋体" w:hint="eastAsia"/>
          <w:sz w:val="30"/>
          <w:szCs w:val="30"/>
          <w:lang w:val="zh-CN"/>
        </w:rPr>
        <w:t>期</w:t>
      </w:r>
      <w:r w:rsidRPr="00A22D29">
        <w:rPr>
          <w:rFonts w:ascii="宋体" w:hAnsi="宋体" w:cs="宋体" w:hint="eastAsia"/>
          <w:sz w:val="30"/>
          <w:szCs w:val="30"/>
        </w:rPr>
        <w:t>（</w:t>
      </w:r>
      <w:r w:rsidRPr="00A22D29">
        <w:rPr>
          <w:rFonts w:ascii="宋体" w:hAnsi="宋体" w:cs="宋体"/>
          <w:sz w:val="30"/>
          <w:szCs w:val="30"/>
        </w:rPr>
        <w:t>2017</w:t>
      </w:r>
      <w:r w:rsidRPr="00A22D29">
        <w:rPr>
          <w:rFonts w:ascii="宋体" w:hAnsi="宋体" w:cs="宋体" w:hint="eastAsia"/>
          <w:sz w:val="30"/>
          <w:szCs w:val="30"/>
        </w:rPr>
        <w:t>年</w:t>
      </w:r>
      <w:r w:rsidRPr="00A22D29">
        <w:rPr>
          <w:rFonts w:ascii="宋体" w:hAnsi="宋体" w:cs="宋体"/>
          <w:sz w:val="30"/>
          <w:szCs w:val="30"/>
        </w:rPr>
        <w:t>7-12</w:t>
      </w:r>
      <w:r w:rsidRPr="00A22D29">
        <w:rPr>
          <w:rFonts w:ascii="宋体" w:hAnsi="宋体" w:cs="宋体" w:hint="eastAsia"/>
          <w:sz w:val="30"/>
          <w:szCs w:val="30"/>
        </w:rPr>
        <w:t>月）</w:t>
      </w:r>
      <w:r w:rsidRPr="00A22D29">
        <w:rPr>
          <w:rFonts w:ascii="宋体" w:hAnsi="宋体" w:hint="eastAsia"/>
          <w:sz w:val="30"/>
          <w:szCs w:val="30"/>
          <w:lang w:val="zh-CN"/>
        </w:rPr>
        <w:t>价格指数进行调整</w:t>
      </w:r>
      <w:r>
        <w:rPr>
          <w:rFonts w:ascii="宋体" w:hAnsi="宋体" w:cs="宋体" w:hint="eastAsia"/>
          <w:sz w:val="30"/>
          <w:szCs w:val="30"/>
        </w:rPr>
        <w:t>。</w:t>
      </w:r>
    </w:p>
    <w:p w:rsidR="00672108" w:rsidRDefault="00672108" w:rsidP="009F2344">
      <w:pPr>
        <w:ind w:firstLineChars="200" w:firstLine="60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三、其他需要说明的问题：</w:t>
      </w:r>
    </w:p>
    <w:p w:rsidR="00672108" w:rsidRPr="00526B74" w:rsidRDefault="00672108" w:rsidP="0095607B">
      <w:pPr>
        <w:ind w:firstLineChars="200" w:firstLine="600"/>
        <w:rPr>
          <w:sz w:val="30"/>
          <w:szCs w:val="30"/>
        </w:rPr>
      </w:pPr>
      <w:r w:rsidRPr="00526B74">
        <w:rPr>
          <w:sz w:val="30"/>
          <w:szCs w:val="30"/>
        </w:rPr>
        <w:t>1.</w:t>
      </w:r>
      <w:r w:rsidRPr="00526B74">
        <w:rPr>
          <w:rFonts w:hint="eastAsia"/>
          <w:sz w:val="30"/>
          <w:szCs w:val="30"/>
        </w:rPr>
        <w:t>土壤类别暂按一、二类考虑。</w:t>
      </w:r>
      <w:r w:rsidRPr="00526B74">
        <w:rPr>
          <w:sz w:val="30"/>
          <w:szCs w:val="30"/>
        </w:rPr>
        <w:t xml:space="preserve"> </w:t>
      </w:r>
    </w:p>
    <w:p w:rsidR="00672108" w:rsidRDefault="00672108" w:rsidP="00AA70F0">
      <w:pPr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</w:t>
      </w:r>
      <w:r w:rsidRPr="00526B74">
        <w:rPr>
          <w:sz w:val="30"/>
          <w:szCs w:val="30"/>
        </w:rPr>
        <w:t>.</w:t>
      </w:r>
      <w:r>
        <w:rPr>
          <w:rFonts w:hint="eastAsia"/>
          <w:sz w:val="30"/>
          <w:szCs w:val="30"/>
        </w:rPr>
        <w:t>混凝土按照泵送商品混凝土考虑。</w:t>
      </w:r>
      <w:r>
        <w:rPr>
          <w:sz w:val="30"/>
          <w:szCs w:val="30"/>
        </w:rPr>
        <w:t xml:space="preserve"> </w:t>
      </w:r>
    </w:p>
    <w:p w:rsidR="00672108" w:rsidRDefault="00672108" w:rsidP="00A7221C">
      <w:pPr>
        <w:rPr>
          <w:rFonts w:ascii="宋体"/>
          <w:sz w:val="30"/>
          <w:szCs w:val="30"/>
        </w:rPr>
      </w:pPr>
      <w:bookmarkStart w:id="0" w:name="_GoBack"/>
      <w:bookmarkEnd w:id="0"/>
      <w:r>
        <w:rPr>
          <w:rFonts w:ascii="宋体" w:hAnsi="宋体"/>
          <w:sz w:val="30"/>
          <w:szCs w:val="30"/>
        </w:rPr>
        <w:t xml:space="preserve"> </w:t>
      </w:r>
    </w:p>
    <w:p w:rsidR="00672108" w:rsidRPr="006C60BC" w:rsidRDefault="00672108">
      <w:pPr>
        <w:rPr>
          <w:rFonts w:ascii="宋体"/>
          <w:sz w:val="30"/>
          <w:szCs w:val="30"/>
        </w:rPr>
      </w:pPr>
    </w:p>
    <w:sectPr w:rsidR="00672108" w:rsidRPr="006C60BC" w:rsidSect="003A38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108" w:rsidRDefault="00672108" w:rsidP="00507C13">
      <w:r>
        <w:separator/>
      </w:r>
    </w:p>
  </w:endnote>
  <w:endnote w:type="continuationSeparator" w:id="0">
    <w:p w:rsidR="00672108" w:rsidRDefault="00672108" w:rsidP="00507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108" w:rsidRDefault="00672108" w:rsidP="00507C13">
      <w:r>
        <w:separator/>
      </w:r>
    </w:p>
  </w:footnote>
  <w:footnote w:type="continuationSeparator" w:id="0">
    <w:p w:rsidR="00672108" w:rsidRDefault="00672108" w:rsidP="00507C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6FE56"/>
    <w:multiLevelType w:val="singleLevel"/>
    <w:tmpl w:val="5816FE56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AB9"/>
    <w:rsid w:val="000050B3"/>
    <w:rsid w:val="0000683E"/>
    <w:rsid w:val="00012EFF"/>
    <w:rsid w:val="000243CC"/>
    <w:rsid w:val="0003620C"/>
    <w:rsid w:val="00044087"/>
    <w:rsid w:val="00045464"/>
    <w:rsid w:val="00050FBF"/>
    <w:rsid w:val="00052684"/>
    <w:rsid w:val="00053278"/>
    <w:rsid w:val="000765DC"/>
    <w:rsid w:val="000818CA"/>
    <w:rsid w:val="000A3F54"/>
    <w:rsid w:val="000B4E74"/>
    <w:rsid w:val="000B53F3"/>
    <w:rsid w:val="000B788F"/>
    <w:rsid w:val="000C2F5D"/>
    <w:rsid w:val="000C2FF5"/>
    <w:rsid w:val="000D0439"/>
    <w:rsid w:val="000D2E38"/>
    <w:rsid w:val="000D7E39"/>
    <w:rsid w:val="000F00EC"/>
    <w:rsid w:val="000F2684"/>
    <w:rsid w:val="000F62F0"/>
    <w:rsid w:val="00116107"/>
    <w:rsid w:val="00124908"/>
    <w:rsid w:val="0012676E"/>
    <w:rsid w:val="00131610"/>
    <w:rsid w:val="001318F5"/>
    <w:rsid w:val="00134784"/>
    <w:rsid w:val="001408D7"/>
    <w:rsid w:val="00155A86"/>
    <w:rsid w:val="001664D0"/>
    <w:rsid w:val="00175CEB"/>
    <w:rsid w:val="001873CF"/>
    <w:rsid w:val="0019450D"/>
    <w:rsid w:val="001A3CA8"/>
    <w:rsid w:val="001A3E09"/>
    <w:rsid w:val="001A4366"/>
    <w:rsid w:val="001A7A57"/>
    <w:rsid w:val="001B469A"/>
    <w:rsid w:val="001E0312"/>
    <w:rsid w:val="001F37DD"/>
    <w:rsid w:val="00212631"/>
    <w:rsid w:val="00214D40"/>
    <w:rsid w:val="00217E98"/>
    <w:rsid w:val="00217F78"/>
    <w:rsid w:val="00220C81"/>
    <w:rsid w:val="00224CE4"/>
    <w:rsid w:val="002632F4"/>
    <w:rsid w:val="00264E2F"/>
    <w:rsid w:val="00282AAB"/>
    <w:rsid w:val="002837C7"/>
    <w:rsid w:val="002917C3"/>
    <w:rsid w:val="00293629"/>
    <w:rsid w:val="002A2617"/>
    <w:rsid w:val="002A39CD"/>
    <w:rsid w:val="002C0B4D"/>
    <w:rsid w:val="002C1460"/>
    <w:rsid w:val="003035A5"/>
    <w:rsid w:val="00303F9D"/>
    <w:rsid w:val="00307C1F"/>
    <w:rsid w:val="00313EDD"/>
    <w:rsid w:val="003142DD"/>
    <w:rsid w:val="003329E7"/>
    <w:rsid w:val="00372CA9"/>
    <w:rsid w:val="003737C4"/>
    <w:rsid w:val="00395FA0"/>
    <w:rsid w:val="003A38AE"/>
    <w:rsid w:val="003B69E9"/>
    <w:rsid w:val="003D0E48"/>
    <w:rsid w:val="003D35A3"/>
    <w:rsid w:val="003D3E43"/>
    <w:rsid w:val="003D5F41"/>
    <w:rsid w:val="003E5DC9"/>
    <w:rsid w:val="003F5FEF"/>
    <w:rsid w:val="00420D4D"/>
    <w:rsid w:val="00422BF6"/>
    <w:rsid w:val="004356A2"/>
    <w:rsid w:val="00480494"/>
    <w:rsid w:val="00491C04"/>
    <w:rsid w:val="004932FC"/>
    <w:rsid w:val="004B0AE4"/>
    <w:rsid w:val="004B5795"/>
    <w:rsid w:val="004C2593"/>
    <w:rsid w:val="004D03F7"/>
    <w:rsid w:val="004D0775"/>
    <w:rsid w:val="004D2CC5"/>
    <w:rsid w:val="004D4420"/>
    <w:rsid w:val="004E33A1"/>
    <w:rsid w:val="004F0CA9"/>
    <w:rsid w:val="00504145"/>
    <w:rsid w:val="00507C13"/>
    <w:rsid w:val="005160DB"/>
    <w:rsid w:val="00524D80"/>
    <w:rsid w:val="00526B74"/>
    <w:rsid w:val="00532AB9"/>
    <w:rsid w:val="00543D44"/>
    <w:rsid w:val="005454AB"/>
    <w:rsid w:val="005512D5"/>
    <w:rsid w:val="005725F1"/>
    <w:rsid w:val="00572987"/>
    <w:rsid w:val="00574DED"/>
    <w:rsid w:val="00580F6E"/>
    <w:rsid w:val="00581933"/>
    <w:rsid w:val="005942AB"/>
    <w:rsid w:val="00596626"/>
    <w:rsid w:val="005A3A6C"/>
    <w:rsid w:val="005A63F2"/>
    <w:rsid w:val="005B53DF"/>
    <w:rsid w:val="005C3EC3"/>
    <w:rsid w:val="005C49F1"/>
    <w:rsid w:val="005C5B7C"/>
    <w:rsid w:val="005D6AFD"/>
    <w:rsid w:val="005F1F7F"/>
    <w:rsid w:val="005F7AFF"/>
    <w:rsid w:val="00606E51"/>
    <w:rsid w:val="0061532C"/>
    <w:rsid w:val="00623155"/>
    <w:rsid w:val="0063341D"/>
    <w:rsid w:val="00633A94"/>
    <w:rsid w:val="00636F94"/>
    <w:rsid w:val="00661F68"/>
    <w:rsid w:val="006651A6"/>
    <w:rsid w:val="00672108"/>
    <w:rsid w:val="00677241"/>
    <w:rsid w:val="00684E89"/>
    <w:rsid w:val="00685A10"/>
    <w:rsid w:val="006878D8"/>
    <w:rsid w:val="00691094"/>
    <w:rsid w:val="006A255A"/>
    <w:rsid w:val="006A26DA"/>
    <w:rsid w:val="006C4F4E"/>
    <w:rsid w:val="006C60BC"/>
    <w:rsid w:val="006D1100"/>
    <w:rsid w:val="006F01D3"/>
    <w:rsid w:val="006F5910"/>
    <w:rsid w:val="00701542"/>
    <w:rsid w:val="00705390"/>
    <w:rsid w:val="00715FC1"/>
    <w:rsid w:val="00726D43"/>
    <w:rsid w:val="0073073A"/>
    <w:rsid w:val="00736A60"/>
    <w:rsid w:val="00760D90"/>
    <w:rsid w:val="007639A6"/>
    <w:rsid w:val="007639F9"/>
    <w:rsid w:val="007862E9"/>
    <w:rsid w:val="0078763F"/>
    <w:rsid w:val="00787D09"/>
    <w:rsid w:val="007A7F95"/>
    <w:rsid w:val="007B2008"/>
    <w:rsid w:val="007C4E5B"/>
    <w:rsid w:val="008033EF"/>
    <w:rsid w:val="00845304"/>
    <w:rsid w:val="00846349"/>
    <w:rsid w:val="008479C9"/>
    <w:rsid w:val="00855437"/>
    <w:rsid w:val="00861392"/>
    <w:rsid w:val="008745FF"/>
    <w:rsid w:val="008A47D7"/>
    <w:rsid w:val="008A675B"/>
    <w:rsid w:val="008B2804"/>
    <w:rsid w:val="00920D19"/>
    <w:rsid w:val="00922442"/>
    <w:rsid w:val="009275A5"/>
    <w:rsid w:val="00934D06"/>
    <w:rsid w:val="00946198"/>
    <w:rsid w:val="0095607B"/>
    <w:rsid w:val="0095790D"/>
    <w:rsid w:val="00961215"/>
    <w:rsid w:val="00973B52"/>
    <w:rsid w:val="009773FA"/>
    <w:rsid w:val="00987C73"/>
    <w:rsid w:val="00993C4A"/>
    <w:rsid w:val="009B6FD8"/>
    <w:rsid w:val="009C36C4"/>
    <w:rsid w:val="009C3753"/>
    <w:rsid w:val="009C572B"/>
    <w:rsid w:val="009C6F41"/>
    <w:rsid w:val="009D1B60"/>
    <w:rsid w:val="009D251F"/>
    <w:rsid w:val="009F2344"/>
    <w:rsid w:val="00A16566"/>
    <w:rsid w:val="00A22D29"/>
    <w:rsid w:val="00A54DEA"/>
    <w:rsid w:val="00A72216"/>
    <w:rsid w:val="00A7221C"/>
    <w:rsid w:val="00A7694E"/>
    <w:rsid w:val="00A95647"/>
    <w:rsid w:val="00AA70F0"/>
    <w:rsid w:val="00AC090D"/>
    <w:rsid w:val="00AE36AF"/>
    <w:rsid w:val="00AF26F3"/>
    <w:rsid w:val="00AF5AB0"/>
    <w:rsid w:val="00B25D6D"/>
    <w:rsid w:val="00B301DA"/>
    <w:rsid w:val="00B30B47"/>
    <w:rsid w:val="00B40648"/>
    <w:rsid w:val="00B440AB"/>
    <w:rsid w:val="00B46377"/>
    <w:rsid w:val="00B5333C"/>
    <w:rsid w:val="00B5781A"/>
    <w:rsid w:val="00BA3141"/>
    <w:rsid w:val="00BB2869"/>
    <w:rsid w:val="00BB767A"/>
    <w:rsid w:val="00BD67DF"/>
    <w:rsid w:val="00BE7640"/>
    <w:rsid w:val="00BF2521"/>
    <w:rsid w:val="00BF2B5B"/>
    <w:rsid w:val="00C0309B"/>
    <w:rsid w:val="00C0413A"/>
    <w:rsid w:val="00C05C64"/>
    <w:rsid w:val="00C116B9"/>
    <w:rsid w:val="00C145F8"/>
    <w:rsid w:val="00C16294"/>
    <w:rsid w:val="00C218F1"/>
    <w:rsid w:val="00C57CCF"/>
    <w:rsid w:val="00C6373D"/>
    <w:rsid w:val="00C648FE"/>
    <w:rsid w:val="00C72BDF"/>
    <w:rsid w:val="00C81BA4"/>
    <w:rsid w:val="00C9584D"/>
    <w:rsid w:val="00CA4D24"/>
    <w:rsid w:val="00CB7C9E"/>
    <w:rsid w:val="00CD3FF1"/>
    <w:rsid w:val="00CD6CB4"/>
    <w:rsid w:val="00CE404E"/>
    <w:rsid w:val="00CF0EBD"/>
    <w:rsid w:val="00D11B3D"/>
    <w:rsid w:val="00D13423"/>
    <w:rsid w:val="00D15A6A"/>
    <w:rsid w:val="00D263B9"/>
    <w:rsid w:val="00D404CC"/>
    <w:rsid w:val="00D43DF3"/>
    <w:rsid w:val="00D47204"/>
    <w:rsid w:val="00D6676B"/>
    <w:rsid w:val="00D67104"/>
    <w:rsid w:val="00D72CE6"/>
    <w:rsid w:val="00D75AE7"/>
    <w:rsid w:val="00D764AB"/>
    <w:rsid w:val="00D84092"/>
    <w:rsid w:val="00DB33C7"/>
    <w:rsid w:val="00DC6A29"/>
    <w:rsid w:val="00DE133D"/>
    <w:rsid w:val="00DF3625"/>
    <w:rsid w:val="00DF5F72"/>
    <w:rsid w:val="00E14987"/>
    <w:rsid w:val="00E23AEF"/>
    <w:rsid w:val="00E36C4C"/>
    <w:rsid w:val="00E41E5A"/>
    <w:rsid w:val="00E4525A"/>
    <w:rsid w:val="00E455D3"/>
    <w:rsid w:val="00E46C56"/>
    <w:rsid w:val="00E73952"/>
    <w:rsid w:val="00EA20E0"/>
    <w:rsid w:val="00EA5FA3"/>
    <w:rsid w:val="00EC5A6A"/>
    <w:rsid w:val="00ED794C"/>
    <w:rsid w:val="00EF0591"/>
    <w:rsid w:val="00F01E31"/>
    <w:rsid w:val="00F028F0"/>
    <w:rsid w:val="00F03E3C"/>
    <w:rsid w:val="00F140EE"/>
    <w:rsid w:val="00F1504A"/>
    <w:rsid w:val="00F24D9E"/>
    <w:rsid w:val="00F4623D"/>
    <w:rsid w:val="00F53736"/>
    <w:rsid w:val="00F561DD"/>
    <w:rsid w:val="00F6120A"/>
    <w:rsid w:val="00F72DB7"/>
    <w:rsid w:val="00F810D9"/>
    <w:rsid w:val="00FA551A"/>
    <w:rsid w:val="00FB3A8C"/>
    <w:rsid w:val="00FC3514"/>
    <w:rsid w:val="00FF569C"/>
    <w:rsid w:val="00FF6D16"/>
    <w:rsid w:val="00FF7ED7"/>
    <w:rsid w:val="0A8F012C"/>
    <w:rsid w:val="0AAA48AE"/>
    <w:rsid w:val="0B4D3333"/>
    <w:rsid w:val="0FA07A4B"/>
    <w:rsid w:val="227F1CBF"/>
    <w:rsid w:val="38B22029"/>
    <w:rsid w:val="3B806115"/>
    <w:rsid w:val="3D7006B8"/>
    <w:rsid w:val="4092769D"/>
    <w:rsid w:val="5BEC533A"/>
    <w:rsid w:val="5C280F2E"/>
    <w:rsid w:val="6177446A"/>
    <w:rsid w:val="7C001C18"/>
    <w:rsid w:val="7D9C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A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A38A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A38AE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rsid w:val="003A38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A38AE"/>
    <w:rPr>
      <w:rFonts w:cs="Times New Roman"/>
      <w:sz w:val="18"/>
    </w:rPr>
  </w:style>
  <w:style w:type="paragraph" w:customStyle="1" w:styleId="1">
    <w:name w:val="列出段落1"/>
    <w:basedOn w:val="Normal"/>
    <w:uiPriority w:val="99"/>
    <w:rsid w:val="003A38AE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DC6A29"/>
    <w:rPr>
      <w:rFonts w:cs="Times New Roman"/>
      <w:color w:val="0000FF"/>
      <w:u w:val="single"/>
    </w:rPr>
  </w:style>
  <w:style w:type="character" w:customStyle="1" w:styleId="10">
    <w:name w:val="未处理的提及1"/>
    <w:uiPriority w:val="99"/>
    <w:semiHidden/>
    <w:rsid w:val="00DC6A29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17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</TotalTime>
  <Pages>1</Pages>
  <Words>77</Words>
  <Characters>439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刘长献</cp:lastModifiedBy>
  <cp:revision>206</cp:revision>
  <dcterms:created xsi:type="dcterms:W3CDTF">2016-05-19T11:07:00Z</dcterms:created>
  <dcterms:modified xsi:type="dcterms:W3CDTF">2018-10-19T10:39:00Z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